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336" w:rsidRPr="00BF7336" w:rsidRDefault="00BF7336" w:rsidP="00BF7336">
      <w:pPr>
        <w:tabs>
          <w:tab w:val="right" w:pos="10170"/>
        </w:tabs>
        <w:rPr>
          <w:color w:val="FF0000"/>
        </w:rPr>
      </w:pPr>
      <w:r w:rsidRPr="00BF7336">
        <w:rPr>
          <w:b/>
          <w:bCs/>
          <w:color w:val="FF0000"/>
          <w:lang w:val="en-US"/>
        </w:rPr>
        <w:t>Night Cashier</w:t>
      </w:r>
    </w:p>
    <w:p w:rsidR="00000000" w:rsidRPr="00BF7336" w:rsidRDefault="00186F27" w:rsidP="00BF7336">
      <w:pPr>
        <w:numPr>
          <w:ilvl w:val="0"/>
          <w:numId w:val="14"/>
        </w:numPr>
        <w:tabs>
          <w:tab w:val="right" w:pos="10170"/>
        </w:tabs>
        <w:rPr>
          <w:color w:val="FF0000"/>
        </w:rPr>
      </w:pPr>
      <w:r w:rsidRPr="00BF7336">
        <w:rPr>
          <w:color w:val="FF0000"/>
          <w:lang w:val="en-US"/>
        </w:rPr>
        <w:t>Night Cashier for a busy petrol station, 38 hours per week, Wed to Sat</w:t>
      </w:r>
      <w:r w:rsidRPr="00BF7336">
        <w:rPr>
          <w:color w:val="FF0000"/>
          <w:lang w:val="en-US"/>
        </w:rPr>
        <w:t>, 22.00 - 07.30, $9.50 per hour. Start immediately. Tel: 1122 334455</w:t>
      </w:r>
    </w:p>
    <w:p w:rsidR="00BF7336" w:rsidRPr="00BF7336" w:rsidRDefault="00BF7336" w:rsidP="00BF7336">
      <w:pPr>
        <w:tabs>
          <w:tab w:val="right" w:pos="10170"/>
        </w:tabs>
        <w:rPr>
          <w:color w:val="2E74B5" w:themeColor="accent1" w:themeShade="BF"/>
        </w:rPr>
      </w:pPr>
      <w:r w:rsidRPr="00BF7336">
        <w:rPr>
          <w:b/>
          <w:bCs/>
          <w:color w:val="2E74B5" w:themeColor="accent1" w:themeShade="BF"/>
          <w:lang w:val="en-US"/>
        </w:rPr>
        <w:t>Industrial Engineering professional</w:t>
      </w:r>
    </w:p>
    <w:p w:rsidR="00000000" w:rsidRPr="00BF7336" w:rsidRDefault="00186F27" w:rsidP="00BF7336">
      <w:pPr>
        <w:numPr>
          <w:ilvl w:val="0"/>
          <w:numId w:val="15"/>
        </w:numPr>
        <w:tabs>
          <w:tab w:val="right" w:pos="10170"/>
        </w:tabs>
        <w:rPr>
          <w:color w:val="2E74B5" w:themeColor="accent1" w:themeShade="BF"/>
        </w:rPr>
      </w:pPr>
      <w:r w:rsidRPr="00BF7336">
        <w:rPr>
          <w:color w:val="2E74B5" w:themeColor="accent1" w:themeShade="BF"/>
          <w:lang w:val="en-US"/>
        </w:rPr>
        <w:t xml:space="preserve">Multi-site role throughout the country based in New-Cairo. Competitive rate </w:t>
      </w:r>
      <w:r w:rsidR="00BF7336">
        <w:rPr>
          <w:color w:val="2E74B5" w:themeColor="accent1" w:themeShade="BF"/>
          <w:lang w:val="en-US"/>
        </w:rPr>
        <w:t>o</w:t>
      </w:r>
      <w:r w:rsidRPr="00BF7336">
        <w:rPr>
          <w:color w:val="2E74B5" w:themeColor="accent1" w:themeShade="BF"/>
          <w:lang w:val="en-US"/>
        </w:rPr>
        <w:t>f pay with fringe</w:t>
      </w:r>
      <w:r w:rsidR="00BF7336">
        <w:rPr>
          <w:color w:val="2E74B5" w:themeColor="accent1" w:themeShade="BF"/>
          <w:lang w:val="en-US"/>
        </w:rPr>
        <w:t xml:space="preserve"> benefits. </w:t>
      </w:r>
      <w:proofErr w:type="spellStart"/>
      <w:r w:rsidR="00BF7336">
        <w:rPr>
          <w:color w:val="2E74B5" w:themeColor="accent1" w:themeShade="BF"/>
          <w:lang w:val="en-US"/>
        </w:rPr>
        <w:t>Bestmattresses</w:t>
      </w:r>
      <w:proofErr w:type="spellEnd"/>
      <w:r w:rsidR="00BF7336">
        <w:rPr>
          <w:color w:val="2E74B5" w:themeColor="accent1" w:themeShade="BF"/>
          <w:lang w:val="en-US"/>
        </w:rPr>
        <w:t xml:space="preserve"> Ltd. i</w:t>
      </w:r>
      <w:r w:rsidRPr="00BF7336">
        <w:rPr>
          <w:color w:val="2E74B5" w:themeColor="accent1" w:themeShade="BF"/>
          <w:lang w:val="en-US"/>
        </w:rPr>
        <w:t>s a leading manufacturer of memory foam mattresses in 16 countries and a major supplier to the home country’s fur</w:t>
      </w:r>
      <w:r w:rsidRPr="00BF7336">
        <w:rPr>
          <w:color w:val="2E74B5" w:themeColor="accent1" w:themeShade="BF"/>
          <w:lang w:val="en-US"/>
        </w:rPr>
        <w:t xml:space="preserve">niture </w:t>
      </w:r>
      <w:r w:rsidR="00BF7336">
        <w:rPr>
          <w:color w:val="2E74B5" w:themeColor="accent1" w:themeShade="BF"/>
          <w:lang w:val="en-US"/>
        </w:rPr>
        <w:t>industry.</w:t>
      </w:r>
    </w:p>
    <w:p w:rsidR="00000000" w:rsidRPr="00BF7336" w:rsidRDefault="00186F27" w:rsidP="00BF7336">
      <w:pPr>
        <w:numPr>
          <w:ilvl w:val="0"/>
          <w:numId w:val="15"/>
        </w:numPr>
        <w:tabs>
          <w:tab w:val="right" w:pos="10170"/>
        </w:tabs>
        <w:rPr>
          <w:color w:val="2E74B5" w:themeColor="accent1" w:themeShade="BF"/>
        </w:rPr>
      </w:pPr>
      <w:r w:rsidRPr="00BF7336">
        <w:rPr>
          <w:color w:val="2E74B5" w:themeColor="accent1" w:themeShade="BF"/>
          <w:lang w:val="en-US"/>
        </w:rPr>
        <w:t>Appealing to results-orientated professional, responsibilities will include performance improvement, business analysis, project management and capital expenditure apprai</w:t>
      </w:r>
      <w:r w:rsidRPr="00BF7336">
        <w:rPr>
          <w:color w:val="2E74B5" w:themeColor="accent1" w:themeShade="BF"/>
          <w:lang w:val="en-US"/>
        </w:rPr>
        <w:t>sal.</w:t>
      </w:r>
    </w:p>
    <w:p w:rsidR="00000000" w:rsidRPr="00BF7336" w:rsidRDefault="00186F27" w:rsidP="00BF7336">
      <w:pPr>
        <w:numPr>
          <w:ilvl w:val="0"/>
          <w:numId w:val="15"/>
        </w:numPr>
        <w:tabs>
          <w:tab w:val="right" w:pos="10170"/>
        </w:tabs>
        <w:rPr>
          <w:color w:val="2E74B5" w:themeColor="accent1" w:themeShade="BF"/>
        </w:rPr>
      </w:pPr>
      <w:r w:rsidRPr="00BF7336">
        <w:rPr>
          <w:color w:val="2E74B5" w:themeColor="accent1" w:themeShade="BF"/>
          <w:lang w:val="en-US"/>
        </w:rPr>
        <w:t xml:space="preserve">You will be a graduate of caliber, numerate and PC literate, with at least 3 </w:t>
      </w:r>
      <w:r w:rsidR="00BF7336" w:rsidRPr="00BF7336">
        <w:rPr>
          <w:color w:val="2E74B5" w:themeColor="accent1" w:themeShade="BF"/>
          <w:lang w:val="en-US"/>
        </w:rPr>
        <w:t>years’ experience</w:t>
      </w:r>
      <w:r w:rsidRPr="00BF7336">
        <w:rPr>
          <w:color w:val="2E74B5" w:themeColor="accent1" w:themeShade="BF"/>
          <w:lang w:val="en-US"/>
        </w:rPr>
        <w:t xml:space="preserve"> in manufacturing.</w:t>
      </w:r>
    </w:p>
    <w:p w:rsidR="00000000" w:rsidRPr="00BF7336" w:rsidRDefault="00186F27" w:rsidP="00BF7336">
      <w:pPr>
        <w:numPr>
          <w:ilvl w:val="0"/>
          <w:numId w:val="15"/>
        </w:numPr>
        <w:tabs>
          <w:tab w:val="right" w:pos="10170"/>
        </w:tabs>
        <w:rPr>
          <w:color w:val="2E74B5" w:themeColor="accent1" w:themeShade="BF"/>
        </w:rPr>
      </w:pPr>
      <w:r w:rsidRPr="00BF7336">
        <w:rPr>
          <w:color w:val="2E74B5" w:themeColor="accent1" w:themeShade="BF"/>
          <w:lang w:val="en-US"/>
        </w:rPr>
        <w:t xml:space="preserve">{Please write with full CV to: Mr. M. Ahmed, MD, </w:t>
      </w:r>
      <w:proofErr w:type="spellStart"/>
      <w:r w:rsidRPr="00BF7336">
        <w:rPr>
          <w:color w:val="2E74B5" w:themeColor="accent1" w:themeShade="BF"/>
          <w:lang w:val="en-US"/>
        </w:rPr>
        <w:t>Bestmattresses</w:t>
      </w:r>
      <w:proofErr w:type="spellEnd"/>
      <w:r w:rsidRPr="00BF7336">
        <w:rPr>
          <w:color w:val="2E74B5" w:themeColor="accent1" w:themeShade="BF"/>
          <w:lang w:val="en-US"/>
        </w:rPr>
        <w:t xml:space="preserve"> Ltd. Suez Road, new Cairo, 1234 57788.</w:t>
      </w:r>
    </w:p>
    <w:p w:rsidR="00BF7336" w:rsidRPr="00BF7336" w:rsidRDefault="00BF7336" w:rsidP="00BF7336">
      <w:pPr>
        <w:tabs>
          <w:tab w:val="right" w:pos="10170"/>
        </w:tabs>
        <w:rPr>
          <w:color w:val="FF0000"/>
        </w:rPr>
      </w:pPr>
      <w:r w:rsidRPr="00BF7336">
        <w:rPr>
          <w:b/>
          <w:bCs/>
          <w:color w:val="FF0000"/>
          <w:lang w:val="en-US"/>
        </w:rPr>
        <w:t>Administration Assistant required $15.00 per hour</w:t>
      </w:r>
    </w:p>
    <w:p w:rsidR="00000000" w:rsidRPr="00BF7336" w:rsidRDefault="00186F27" w:rsidP="00BF7336">
      <w:pPr>
        <w:numPr>
          <w:ilvl w:val="0"/>
          <w:numId w:val="16"/>
        </w:numPr>
        <w:tabs>
          <w:tab w:val="right" w:pos="10170"/>
        </w:tabs>
        <w:rPr>
          <w:color w:val="FF0000"/>
        </w:rPr>
      </w:pPr>
      <w:r w:rsidRPr="00BF7336">
        <w:rPr>
          <w:color w:val="FF0000"/>
          <w:lang w:val="en-US"/>
        </w:rPr>
        <w:t>Good all-round administration skills needed to undertake a variety of duties within the organisation. Knowledge of WORD or similar package essential. Immediate start.</w:t>
      </w:r>
    </w:p>
    <w:p w:rsidR="00000000" w:rsidRPr="00BF7336" w:rsidRDefault="00186F27" w:rsidP="00BF7336">
      <w:pPr>
        <w:numPr>
          <w:ilvl w:val="0"/>
          <w:numId w:val="16"/>
        </w:numPr>
        <w:tabs>
          <w:tab w:val="right" w:pos="10170"/>
        </w:tabs>
        <w:rPr>
          <w:color w:val="FF0000"/>
        </w:rPr>
      </w:pPr>
      <w:r w:rsidRPr="00BF7336">
        <w:rPr>
          <w:color w:val="FF0000"/>
          <w:lang w:val="en-US"/>
        </w:rPr>
        <w:t>Please write or telephone for an application form from:</w:t>
      </w:r>
    </w:p>
    <w:p w:rsidR="00000000" w:rsidRPr="00BF7336" w:rsidRDefault="00186F27" w:rsidP="00BF7336">
      <w:pPr>
        <w:numPr>
          <w:ilvl w:val="0"/>
          <w:numId w:val="16"/>
        </w:numPr>
        <w:tabs>
          <w:tab w:val="right" w:pos="10170"/>
        </w:tabs>
        <w:rPr>
          <w:color w:val="FF0000"/>
        </w:rPr>
      </w:pPr>
      <w:r w:rsidRPr="00BF7336">
        <w:rPr>
          <w:color w:val="FF0000"/>
          <w:lang w:val="en-US"/>
        </w:rPr>
        <w:t>Mr. A. Khalid, ZYX Ltd. 1234 S</w:t>
      </w:r>
      <w:r w:rsidRPr="00BF7336">
        <w:rPr>
          <w:color w:val="FF0000"/>
          <w:lang w:val="en-US"/>
        </w:rPr>
        <w:t>uez Road, new Cairo, 456291. Tel: 20 234556</w:t>
      </w:r>
    </w:p>
    <w:p w:rsidR="00000000" w:rsidRPr="00BF7336" w:rsidRDefault="00BF7336" w:rsidP="00BF7336">
      <w:pPr>
        <w:tabs>
          <w:tab w:val="right" w:pos="10170"/>
        </w:tabs>
      </w:pPr>
      <w:r w:rsidRPr="00BF7336">
        <w:rPr>
          <w:b/>
          <w:bCs/>
          <w:lang w:val="en-US"/>
        </w:rPr>
        <w:t>Activity 8.3</w:t>
      </w:r>
      <w:r>
        <w:rPr>
          <w:b/>
          <w:bCs/>
          <w:lang w:val="en-US"/>
        </w:rPr>
        <w:t xml:space="preserve"> - </w:t>
      </w:r>
      <w:r>
        <w:rPr>
          <w:lang w:val="en-US"/>
        </w:rPr>
        <w:t>Using this</w:t>
      </w:r>
      <w:r w:rsidR="00186F27" w:rsidRPr="00BF7336">
        <w:rPr>
          <w:lang w:val="en-US"/>
        </w:rPr>
        <w:t xml:space="preserve"> case study </w:t>
      </w:r>
    </w:p>
    <w:p w:rsidR="00000000" w:rsidRPr="00BF7336" w:rsidRDefault="00186F27" w:rsidP="00BF7336">
      <w:pPr>
        <w:numPr>
          <w:ilvl w:val="0"/>
          <w:numId w:val="18"/>
        </w:numPr>
        <w:tabs>
          <w:tab w:val="right" w:pos="10170"/>
        </w:tabs>
      </w:pPr>
      <w:r w:rsidRPr="00BF7336">
        <w:rPr>
          <w:lang w:val="en-US"/>
        </w:rPr>
        <w:t>Which advert would have appeared in a national newspaper and which would have been in the local newspaper? Explain your choice.</w:t>
      </w:r>
    </w:p>
    <w:p w:rsidR="00BF7336" w:rsidRPr="00BF7336" w:rsidRDefault="00BF7336" w:rsidP="00BF7336">
      <w:pPr>
        <w:tabs>
          <w:tab w:val="right" w:pos="10170"/>
        </w:tabs>
        <w:ind w:left="360"/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ab/>
        <w:t>[4]</w:t>
      </w:r>
    </w:p>
    <w:p w:rsidR="00000000" w:rsidRPr="00BF7336" w:rsidRDefault="00186F27" w:rsidP="00BF7336">
      <w:pPr>
        <w:numPr>
          <w:ilvl w:val="0"/>
          <w:numId w:val="18"/>
        </w:numPr>
        <w:tabs>
          <w:tab w:val="right" w:pos="10170"/>
        </w:tabs>
      </w:pPr>
      <w:r w:rsidRPr="00BF7336">
        <w:rPr>
          <w:lang w:val="en-US"/>
        </w:rPr>
        <w:t xml:space="preserve">Design your own advertisement for the job for which you drew up a job description and job </w:t>
      </w:r>
      <w:r w:rsidR="00BF7336" w:rsidRPr="00BF7336">
        <w:rPr>
          <w:lang w:val="en-US"/>
        </w:rPr>
        <w:t>specification in</w:t>
      </w:r>
      <w:r w:rsidRPr="00BF7336">
        <w:rPr>
          <w:lang w:val="en-US"/>
        </w:rPr>
        <w:t xml:space="preserve"> the previous tasks. Where would you place this advertisement, and why?</w:t>
      </w:r>
    </w:p>
    <w:p w:rsidR="00BF7336" w:rsidRPr="00BF7336" w:rsidRDefault="00BF7336" w:rsidP="00BF7336">
      <w:pPr>
        <w:tabs>
          <w:tab w:val="right" w:pos="10170"/>
        </w:tabs>
        <w:ind w:left="360"/>
      </w:pPr>
      <w:r w:rsidRPr="00BF7336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BF7336">
        <w:rPr>
          <w:lang w:val="en-US"/>
        </w:rPr>
        <w:tab/>
        <w:t>[4]</w:t>
      </w:r>
    </w:p>
    <w:p w:rsidR="00000000" w:rsidRPr="00BF7336" w:rsidRDefault="00186F27" w:rsidP="00BF7336">
      <w:pPr>
        <w:numPr>
          <w:ilvl w:val="0"/>
          <w:numId w:val="18"/>
        </w:numPr>
        <w:tabs>
          <w:tab w:val="right" w:pos="10170"/>
        </w:tabs>
      </w:pPr>
      <w:r w:rsidRPr="00BF7336">
        <w:rPr>
          <w:lang w:val="en-US"/>
        </w:rPr>
        <w:t>Compare your advert with that of other students in your group. Which would be most likely to attract the best people to apply for the job and why?</w:t>
      </w:r>
      <w:bookmarkStart w:id="0" w:name="_GoBack"/>
      <w:bookmarkEnd w:id="0"/>
    </w:p>
    <w:p w:rsidR="00BF7336" w:rsidRPr="00BF7336" w:rsidRDefault="00BF7336" w:rsidP="00BF7336">
      <w:pPr>
        <w:tabs>
          <w:tab w:val="right" w:pos="10170"/>
        </w:tabs>
        <w:ind w:left="360"/>
      </w:pPr>
      <w:r w:rsidRPr="00BF7336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n-US"/>
        </w:rPr>
        <w:tab/>
        <w:t>[3</w:t>
      </w:r>
      <w:r w:rsidRPr="00BF7336">
        <w:rPr>
          <w:lang w:val="en-US"/>
        </w:rPr>
        <w:t>]</w:t>
      </w:r>
    </w:p>
    <w:p w:rsidR="00BF7336" w:rsidRPr="00F24984" w:rsidRDefault="00BF7336" w:rsidP="00BF7336">
      <w:pPr>
        <w:tabs>
          <w:tab w:val="right" w:pos="10170"/>
        </w:tabs>
      </w:pPr>
    </w:p>
    <w:sectPr w:rsidR="00BF7336" w:rsidRPr="00F24984" w:rsidSect="003A05FE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F27" w:rsidRDefault="00186F27" w:rsidP="00027C4B">
      <w:pPr>
        <w:spacing w:after="0" w:line="240" w:lineRule="auto"/>
      </w:pPr>
      <w:r>
        <w:separator/>
      </w:r>
    </w:p>
  </w:endnote>
  <w:endnote w:type="continuationSeparator" w:id="0">
    <w:p w:rsidR="00186F27" w:rsidRDefault="00186F27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F27" w:rsidRDefault="00186F27" w:rsidP="00027C4B">
      <w:pPr>
        <w:spacing w:after="0" w:line="240" w:lineRule="auto"/>
      </w:pPr>
      <w:r>
        <w:separator/>
      </w:r>
    </w:p>
  </w:footnote>
  <w:footnote w:type="continuationSeparator" w:id="0">
    <w:p w:rsidR="00186F27" w:rsidRDefault="00186F27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336" w:rsidRPr="00BF7336" w:rsidRDefault="00BF7336" w:rsidP="00BF7336">
    <w:pPr>
      <w:rPr>
        <w:sz w:val="30"/>
      </w:rPr>
    </w:pPr>
    <w:r w:rsidRPr="00BF7336">
      <w:rPr>
        <w:b/>
        <w:bCs/>
        <w:sz w:val="30"/>
        <w:lang w:val="en-US"/>
      </w:rPr>
      <w:t>Case S</w:t>
    </w:r>
    <w:r w:rsidRPr="00BF7336">
      <w:rPr>
        <w:b/>
        <w:bCs/>
        <w:sz w:val="30"/>
        <w:lang w:val="en-US"/>
      </w:rPr>
      <w:t>tudy Example</w:t>
    </w:r>
  </w:p>
  <w:p w:rsidR="00027C4B" w:rsidRPr="00BF7336" w:rsidRDefault="00027C4B" w:rsidP="00BF73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C690A"/>
    <w:multiLevelType w:val="hybridMultilevel"/>
    <w:tmpl w:val="F52C28EE"/>
    <w:lvl w:ilvl="0" w:tplc="B02AAF3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84A2DD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BD8018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3AE0B3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458943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F02332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AF81D9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D722C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A288B0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CD533C"/>
    <w:multiLevelType w:val="hybridMultilevel"/>
    <w:tmpl w:val="B80C23A0"/>
    <w:lvl w:ilvl="0" w:tplc="3C96D2A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34E2B6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C8DEA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9DC962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3C8EF1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61AAB1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46E2D4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FF8D4C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A4EDFA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C73E2B"/>
    <w:multiLevelType w:val="hybridMultilevel"/>
    <w:tmpl w:val="8862B36C"/>
    <w:lvl w:ilvl="0" w:tplc="E98673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65E5C7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B64886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6E4BB6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DA21A2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2D46A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0528ED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ACE77B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F5EC3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49395B"/>
    <w:multiLevelType w:val="hybridMultilevel"/>
    <w:tmpl w:val="128608BE"/>
    <w:lvl w:ilvl="0" w:tplc="D65E8E3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E377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04AD14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F583590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668258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1A896F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304683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F689A5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E32BA9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 w15:restartNumberingAfterBreak="0">
    <w:nsid w:val="6E8D5EC1"/>
    <w:multiLevelType w:val="hybridMultilevel"/>
    <w:tmpl w:val="B11ADBCC"/>
    <w:lvl w:ilvl="0" w:tplc="D508522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392F7D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108AA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78459A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AAEB4A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4E88E5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7A259B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EE4BBC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B56FC4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1"/>
  </w:num>
  <w:num w:numId="5">
    <w:abstractNumId w:val="13"/>
  </w:num>
  <w:num w:numId="6">
    <w:abstractNumId w:val="5"/>
  </w:num>
  <w:num w:numId="7">
    <w:abstractNumId w:val="10"/>
  </w:num>
  <w:num w:numId="8">
    <w:abstractNumId w:val="9"/>
  </w:num>
  <w:num w:numId="9">
    <w:abstractNumId w:val="7"/>
  </w:num>
  <w:num w:numId="10">
    <w:abstractNumId w:val="12"/>
  </w:num>
  <w:num w:numId="11">
    <w:abstractNumId w:val="17"/>
  </w:num>
  <w:num w:numId="12">
    <w:abstractNumId w:val="2"/>
  </w:num>
  <w:num w:numId="13">
    <w:abstractNumId w:val="1"/>
  </w:num>
  <w:num w:numId="14">
    <w:abstractNumId w:val="15"/>
  </w:num>
  <w:num w:numId="15">
    <w:abstractNumId w:val="0"/>
  </w:num>
  <w:num w:numId="16">
    <w:abstractNumId w:val="6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85080"/>
    <w:rsid w:val="00091563"/>
    <w:rsid w:val="00166DA7"/>
    <w:rsid w:val="00186F27"/>
    <w:rsid w:val="001D3D82"/>
    <w:rsid w:val="0022023D"/>
    <w:rsid w:val="00220C19"/>
    <w:rsid w:val="00231489"/>
    <w:rsid w:val="0038502F"/>
    <w:rsid w:val="003A05FE"/>
    <w:rsid w:val="003D7C19"/>
    <w:rsid w:val="004B65C5"/>
    <w:rsid w:val="005263C1"/>
    <w:rsid w:val="005C2A75"/>
    <w:rsid w:val="007254DF"/>
    <w:rsid w:val="00757EFC"/>
    <w:rsid w:val="0076197F"/>
    <w:rsid w:val="00786D97"/>
    <w:rsid w:val="007E0F23"/>
    <w:rsid w:val="007F0907"/>
    <w:rsid w:val="00842464"/>
    <w:rsid w:val="00865A6C"/>
    <w:rsid w:val="008B1285"/>
    <w:rsid w:val="009F52DD"/>
    <w:rsid w:val="00B53B62"/>
    <w:rsid w:val="00BF7336"/>
    <w:rsid w:val="00CD24AD"/>
    <w:rsid w:val="00D00AD9"/>
    <w:rsid w:val="00DE73BE"/>
    <w:rsid w:val="00F21848"/>
    <w:rsid w:val="00F2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4D3F3B-12F7-4771-B9E2-42566C268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74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81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76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22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3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66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80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5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4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278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0792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527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8980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Activity 8.3 - Job Advertisement</Template>
  <TotalTime>4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2016-01-16T09:44:00Z</dcterms:created>
  <dcterms:modified xsi:type="dcterms:W3CDTF">2016-01-16T09:44:00Z</dcterms:modified>
</cp:coreProperties>
</file>